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EBC9D" w14:textId="77777777" w:rsidR="00692023" w:rsidRPr="000D21CD" w:rsidRDefault="00F201D9" w:rsidP="00E83D93">
      <w:pPr>
        <w:ind w:firstLine="0"/>
        <w:rPr>
          <w:rFonts w:ascii="Benguiat" w:hAnsi="Benguiat"/>
          <w:b/>
          <w:spacing w:val="18"/>
          <w:w w:val="66"/>
          <w:sz w:val="56"/>
          <w:szCs w:val="56"/>
        </w:rPr>
      </w:pPr>
      <w:r w:rsidRPr="000D21CD">
        <w:rPr>
          <w:rFonts w:ascii="Benguiat" w:hAnsi="Benguiat"/>
          <w:b/>
          <w:noProof/>
          <w:spacing w:val="18"/>
          <w:sz w:val="56"/>
          <w:szCs w:val="56"/>
          <w:lang w:eastAsia="uk-UA"/>
        </w:rPr>
        <w:drawing>
          <wp:anchor distT="0" distB="0" distL="114300" distR="114300" simplePos="0" relativeHeight="251657728" behindDoc="1" locked="0" layoutInCell="1" allowOverlap="1" wp14:anchorId="7E7331FC" wp14:editId="24517C39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69760" w14:textId="77777777" w:rsidR="00692023" w:rsidRPr="000D21CD" w:rsidRDefault="00692023" w:rsidP="00955FB3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14:paraId="2519E42A" w14:textId="77777777" w:rsidR="002F0584" w:rsidRPr="000D21CD" w:rsidRDefault="002F0584" w:rsidP="00955FB3">
      <w:pPr>
        <w:ind w:firstLine="0"/>
        <w:jc w:val="center"/>
        <w:rPr>
          <w:b/>
          <w:spacing w:val="18"/>
          <w:w w:val="66"/>
          <w:sz w:val="72"/>
        </w:rPr>
      </w:pPr>
      <w:r w:rsidRPr="000D21CD">
        <w:rPr>
          <w:b/>
          <w:spacing w:val="18"/>
          <w:w w:val="66"/>
          <w:sz w:val="72"/>
        </w:rPr>
        <w:t>КИ</w:t>
      </w:r>
      <w:r w:rsidR="0065507D" w:rsidRPr="000D21CD">
        <w:rPr>
          <w:b/>
          <w:spacing w:val="18"/>
          <w:w w:val="66"/>
          <w:sz w:val="72"/>
        </w:rPr>
        <w:t>Ї</w:t>
      </w:r>
      <w:r w:rsidRPr="000D21CD">
        <w:rPr>
          <w:b/>
          <w:spacing w:val="18"/>
          <w:w w:val="66"/>
          <w:sz w:val="72"/>
        </w:rPr>
        <w:t>ВСЬКА М</w:t>
      </w:r>
      <w:r w:rsidR="0065507D" w:rsidRPr="000D21CD">
        <w:rPr>
          <w:b/>
          <w:spacing w:val="18"/>
          <w:w w:val="66"/>
          <w:sz w:val="72"/>
        </w:rPr>
        <w:t>І</w:t>
      </w:r>
      <w:r w:rsidRPr="000D21CD">
        <w:rPr>
          <w:b/>
          <w:spacing w:val="18"/>
          <w:w w:val="66"/>
          <w:sz w:val="72"/>
        </w:rPr>
        <w:t>СЬКА РАДА</w:t>
      </w:r>
    </w:p>
    <w:p w14:paraId="6D52F220" w14:textId="7267B545" w:rsidR="002F0584" w:rsidRPr="000D21CD" w:rsidRDefault="00C40A91" w:rsidP="003552B7">
      <w:pPr>
        <w:pStyle w:val="2"/>
        <w:pBdr>
          <w:bottom w:val="thinThickThinSmallGap" w:sz="24" w:space="2" w:color="auto"/>
        </w:pBdr>
        <w:spacing w:before="0" w:after="0"/>
        <w:rPr>
          <w:spacing w:val="18"/>
          <w:w w:val="90"/>
          <w:szCs w:val="28"/>
        </w:rPr>
      </w:pPr>
      <w:r>
        <w:rPr>
          <w:spacing w:val="18"/>
          <w:w w:val="90"/>
          <w:szCs w:val="28"/>
        </w:rPr>
        <w:t>ІІ</w:t>
      </w:r>
      <w:r w:rsidR="006E1C9D" w:rsidRPr="000D21CD">
        <w:rPr>
          <w:spacing w:val="18"/>
          <w:w w:val="90"/>
          <w:szCs w:val="28"/>
        </w:rPr>
        <w:t xml:space="preserve"> СЕС</w:t>
      </w:r>
      <w:r w:rsidR="00A05A0E" w:rsidRPr="000D21CD">
        <w:rPr>
          <w:spacing w:val="18"/>
          <w:w w:val="90"/>
          <w:szCs w:val="28"/>
        </w:rPr>
        <w:t>І</w:t>
      </w:r>
      <w:r w:rsidR="006E1C9D" w:rsidRPr="000D21CD">
        <w:rPr>
          <w:spacing w:val="18"/>
          <w:w w:val="90"/>
          <w:szCs w:val="28"/>
        </w:rPr>
        <w:t xml:space="preserve">Я  </w:t>
      </w:r>
      <w:r w:rsidR="007750E0" w:rsidRPr="000D21CD">
        <w:rPr>
          <w:spacing w:val="18"/>
          <w:w w:val="90"/>
          <w:szCs w:val="28"/>
        </w:rPr>
        <w:t>I</w:t>
      </w:r>
      <w:r>
        <w:rPr>
          <w:spacing w:val="18"/>
          <w:w w:val="90"/>
          <w:szCs w:val="28"/>
        </w:rPr>
        <w:t>Х</w:t>
      </w:r>
      <w:r w:rsidR="00955FB3" w:rsidRPr="000D21CD">
        <w:rPr>
          <w:spacing w:val="18"/>
          <w:w w:val="90"/>
          <w:szCs w:val="28"/>
        </w:rPr>
        <w:t xml:space="preserve"> СКЛИКАННЯ</w:t>
      </w:r>
    </w:p>
    <w:p w14:paraId="221FB1C9" w14:textId="77777777" w:rsidR="002F0584" w:rsidRPr="000D21CD" w:rsidRDefault="002F0584" w:rsidP="00955FB3">
      <w:pPr>
        <w:tabs>
          <w:tab w:val="left" w:pos="5387"/>
        </w:tabs>
        <w:ind w:firstLine="0"/>
        <w:rPr>
          <w:rFonts w:ascii="Benguiat" w:hAnsi="Benguiat"/>
          <w:i/>
          <w:sz w:val="20"/>
        </w:rPr>
      </w:pPr>
    </w:p>
    <w:p w14:paraId="34F41EBF" w14:textId="77777777" w:rsidR="002F0584" w:rsidRPr="000D21CD" w:rsidRDefault="00BF18ED" w:rsidP="00BF18ED">
      <w:pPr>
        <w:ind w:firstLine="0"/>
        <w:jc w:val="center"/>
        <w:rPr>
          <w:sz w:val="52"/>
          <w:szCs w:val="52"/>
        </w:rPr>
      </w:pPr>
      <w:r w:rsidRPr="000D21CD">
        <w:rPr>
          <w:sz w:val="52"/>
          <w:szCs w:val="52"/>
        </w:rPr>
        <w:t>РІШЕННЯ</w:t>
      </w:r>
    </w:p>
    <w:p w14:paraId="144C5E1B" w14:textId="77777777" w:rsidR="00BF18ED" w:rsidRPr="000D21CD" w:rsidRDefault="00BF18ED" w:rsidP="00BF18ED">
      <w:pPr>
        <w:ind w:firstLine="0"/>
        <w:jc w:val="center"/>
        <w:rPr>
          <w:rFonts w:ascii="Benguiat" w:hAnsi="Benguiat"/>
          <w:sz w:val="24"/>
          <w:szCs w:val="24"/>
        </w:rPr>
      </w:pPr>
    </w:p>
    <w:p w14:paraId="50C2E7AE" w14:textId="77777777" w:rsidR="002F0584" w:rsidRPr="000D21CD" w:rsidRDefault="002F0584" w:rsidP="009E7354">
      <w:pPr>
        <w:spacing w:line="360" w:lineRule="auto"/>
        <w:ind w:firstLine="0"/>
        <w:rPr>
          <w:sz w:val="24"/>
          <w:szCs w:val="24"/>
        </w:rPr>
      </w:pPr>
      <w:r w:rsidRPr="000D21CD">
        <w:rPr>
          <w:sz w:val="24"/>
          <w:szCs w:val="24"/>
        </w:rPr>
        <w:t>____________№_______________</w:t>
      </w:r>
    </w:p>
    <w:p w14:paraId="603EEF0D" w14:textId="77777777" w:rsidR="0068070F" w:rsidRPr="00731D5E" w:rsidRDefault="008F4B23" w:rsidP="00386C1F">
      <w:pPr>
        <w:spacing w:line="360" w:lineRule="auto"/>
        <w:ind w:firstLine="8789"/>
        <w:jc w:val="left"/>
        <w:rPr>
          <w:szCs w:val="28"/>
        </w:rPr>
      </w:pPr>
      <w:r w:rsidRPr="00731D5E">
        <w:rPr>
          <w:szCs w:val="28"/>
        </w:rPr>
        <w:t>ПРО</w:t>
      </w:r>
      <w:r w:rsidR="00F201D9" w:rsidRPr="00731D5E">
        <w:rPr>
          <w:szCs w:val="28"/>
        </w:rPr>
        <w:t>Є</w:t>
      </w:r>
      <w:r w:rsidRPr="00731D5E">
        <w:rPr>
          <w:szCs w:val="28"/>
        </w:rPr>
        <w:t>КТ</w:t>
      </w:r>
    </w:p>
    <w:p w14:paraId="15EA124D" w14:textId="77777777" w:rsidR="00BF72FB" w:rsidRPr="00731D5E" w:rsidRDefault="00BF72FB" w:rsidP="00BF72FB">
      <w:pPr>
        <w:ind w:left="567" w:right="5101" w:firstLine="153"/>
        <w:jc w:val="left"/>
        <w:rPr>
          <w:b/>
          <w:szCs w:val="28"/>
        </w:rPr>
      </w:pPr>
    </w:p>
    <w:p w14:paraId="5DE69E07" w14:textId="0C806AAA" w:rsidR="000960C3" w:rsidRPr="00731D5E" w:rsidRDefault="00BF72FB" w:rsidP="00A36F53">
      <w:pPr>
        <w:ind w:right="5101" w:firstLine="0"/>
        <w:jc w:val="left"/>
        <w:rPr>
          <w:b/>
          <w:szCs w:val="28"/>
        </w:rPr>
      </w:pPr>
      <w:r w:rsidRPr="00731D5E">
        <w:rPr>
          <w:b/>
          <w:szCs w:val="28"/>
        </w:rPr>
        <w:t xml:space="preserve">Про </w:t>
      </w:r>
      <w:r w:rsidR="006F2E00" w:rsidRPr="00731D5E">
        <w:rPr>
          <w:b/>
          <w:szCs w:val="28"/>
        </w:rPr>
        <w:t>списання незавершених капітальних інвестицій</w:t>
      </w:r>
    </w:p>
    <w:p w14:paraId="13247A1A" w14:textId="50E18DCA" w:rsidR="00BF72FB" w:rsidRPr="00731D5E" w:rsidRDefault="00BF72FB" w:rsidP="00A36F53">
      <w:pPr>
        <w:jc w:val="left"/>
        <w:rPr>
          <w:b/>
          <w:szCs w:val="28"/>
        </w:rPr>
      </w:pPr>
    </w:p>
    <w:p w14:paraId="78095466" w14:textId="18F7BAFA" w:rsidR="007A13F5" w:rsidRPr="00731D5E" w:rsidRDefault="007A13F5" w:rsidP="00A36F53">
      <w:pPr>
        <w:jc w:val="left"/>
        <w:rPr>
          <w:b/>
          <w:szCs w:val="28"/>
        </w:rPr>
      </w:pPr>
    </w:p>
    <w:p w14:paraId="31E2F123" w14:textId="65F0D2F5" w:rsidR="00AA6ECF" w:rsidRPr="00731D5E" w:rsidRDefault="00AA6ECF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31D5E">
        <w:rPr>
          <w:sz w:val="28"/>
          <w:szCs w:val="28"/>
          <w:lang w:val="uk-UA"/>
        </w:rPr>
        <w:t>Відповідно до статті 136 Господарського кодексу України, частини п</w:t>
      </w:r>
      <w:r w:rsidR="0001550A" w:rsidRPr="00731D5E">
        <w:rPr>
          <w:sz w:val="28"/>
          <w:szCs w:val="28"/>
          <w:lang w:val="uk-UA"/>
        </w:rPr>
        <w:t>’</w:t>
      </w:r>
      <w:r w:rsidRPr="00731D5E">
        <w:rPr>
          <w:sz w:val="28"/>
          <w:szCs w:val="28"/>
          <w:lang w:val="uk-UA"/>
        </w:rPr>
        <w:t xml:space="preserve">ятої статті 60 Закону України </w:t>
      </w:r>
      <w:r w:rsidR="0001550A" w:rsidRPr="00731D5E">
        <w:rPr>
          <w:sz w:val="28"/>
          <w:szCs w:val="28"/>
          <w:lang w:val="uk-UA"/>
        </w:rPr>
        <w:t>«</w:t>
      </w:r>
      <w:r w:rsidRPr="00731D5E">
        <w:rPr>
          <w:sz w:val="28"/>
          <w:szCs w:val="28"/>
          <w:lang w:val="uk-UA"/>
        </w:rPr>
        <w:t xml:space="preserve">Про місцеве самоврядування в Україні, Київська міська рада </w:t>
      </w:r>
    </w:p>
    <w:p w14:paraId="4C3CAD49" w14:textId="77777777" w:rsidR="00281E9E" w:rsidRPr="00731D5E" w:rsidRDefault="00281E9E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F17813E" w14:textId="0D0411C7" w:rsidR="00AA6ECF" w:rsidRPr="00731D5E" w:rsidRDefault="00AA6ECF" w:rsidP="00A36F53">
      <w:pPr>
        <w:pStyle w:val="ab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  <w:lang w:val="uk-UA"/>
        </w:rPr>
      </w:pPr>
      <w:r w:rsidRPr="00D15CDC">
        <w:rPr>
          <w:b/>
          <w:sz w:val="28"/>
          <w:szCs w:val="28"/>
          <w:lang w:val="uk-UA"/>
        </w:rPr>
        <w:t>ВИРІШИЛА:</w:t>
      </w:r>
    </w:p>
    <w:p w14:paraId="4ED0B8F0" w14:textId="77777777" w:rsidR="00281E9E" w:rsidRPr="00731D5E" w:rsidRDefault="00281E9E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A499943" w14:textId="65CD7AF5" w:rsidR="00AA6ECF" w:rsidRPr="00731D5E" w:rsidRDefault="0001550A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31D5E">
        <w:rPr>
          <w:sz w:val="28"/>
          <w:szCs w:val="28"/>
          <w:lang w:val="uk-UA"/>
        </w:rPr>
        <w:t>1.</w:t>
      </w:r>
      <w:r w:rsidR="00AA6ECF" w:rsidRPr="00731D5E">
        <w:rPr>
          <w:sz w:val="28"/>
          <w:szCs w:val="28"/>
          <w:lang w:val="uk-UA"/>
        </w:rPr>
        <w:t xml:space="preserve"> Дозволити Київській міській раді списати з балансу суму незавершених капітальних інвестицій по об</w:t>
      </w:r>
      <w:r w:rsidRPr="00731D5E">
        <w:rPr>
          <w:sz w:val="28"/>
          <w:szCs w:val="28"/>
          <w:lang w:val="uk-UA"/>
        </w:rPr>
        <w:t>’</w:t>
      </w:r>
      <w:r w:rsidR="00AA6ECF" w:rsidRPr="00731D5E">
        <w:rPr>
          <w:sz w:val="28"/>
          <w:szCs w:val="28"/>
          <w:lang w:val="uk-UA"/>
        </w:rPr>
        <w:t xml:space="preserve">єкту </w:t>
      </w:r>
      <w:r w:rsidRPr="00731D5E">
        <w:rPr>
          <w:sz w:val="28"/>
          <w:szCs w:val="28"/>
          <w:lang w:val="uk-UA"/>
        </w:rPr>
        <w:t xml:space="preserve">«Будівництво трансформаторної підстанції на вул. Богдана Хмельницького, 6-а по об’єкту: «Ремонт і реконструкція з деякими реставраційними роботами, заміна ліфтів в адміністративному будинку на </w:t>
      </w:r>
      <w:r w:rsidR="008B7915">
        <w:rPr>
          <w:sz w:val="28"/>
          <w:szCs w:val="28"/>
          <w:lang w:val="uk-UA"/>
        </w:rPr>
        <w:br/>
      </w:r>
      <w:r w:rsidRPr="00731D5E">
        <w:rPr>
          <w:sz w:val="28"/>
          <w:szCs w:val="28"/>
          <w:lang w:val="uk-UA"/>
        </w:rPr>
        <w:t>вул. Хрещатик, 36 у Шевченківському районі м. Києва»</w:t>
      </w:r>
      <w:r w:rsidR="00A36F53" w:rsidRPr="00731D5E">
        <w:rPr>
          <w:sz w:val="28"/>
          <w:szCs w:val="28"/>
          <w:lang w:val="uk-UA"/>
        </w:rPr>
        <w:t xml:space="preserve"> у розмірі 1610557,00 гривень</w:t>
      </w:r>
      <w:r w:rsidRPr="00731D5E">
        <w:rPr>
          <w:sz w:val="28"/>
          <w:szCs w:val="28"/>
          <w:lang w:val="uk-UA"/>
        </w:rPr>
        <w:t>.</w:t>
      </w:r>
    </w:p>
    <w:p w14:paraId="3853ACD9" w14:textId="77777777" w:rsidR="00281E9E" w:rsidRPr="00731D5E" w:rsidRDefault="00281E9E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8E4881F" w14:textId="300E351F" w:rsidR="0001550A" w:rsidRPr="00731D5E" w:rsidRDefault="0001550A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31D5E">
        <w:rPr>
          <w:sz w:val="28"/>
          <w:szCs w:val="28"/>
          <w:lang w:val="uk-UA"/>
        </w:rPr>
        <w:t>2. Секретаріату Київської міської ради здійснити відповідні організаційно-правові заходи щодо виконання пункту 1 цього рішення.</w:t>
      </w:r>
    </w:p>
    <w:p w14:paraId="7D1ADC9E" w14:textId="77777777" w:rsidR="00281E9E" w:rsidRPr="00731D5E" w:rsidRDefault="00281E9E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4899F78" w14:textId="4A6C4FB0" w:rsidR="00AA6ECF" w:rsidRPr="00731D5E" w:rsidRDefault="0001550A" w:rsidP="00A36F5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31D5E">
        <w:rPr>
          <w:sz w:val="28"/>
          <w:szCs w:val="28"/>
          <w:lang w:val="uk-UA"/>
        </w:rPr>
        <w:t>3</w:t>
      </w:r>
      <w:r w:rsidR="00AA6ECF" w:rsidRPr="00731D5E">
        <w:rPr>
          <w:sz w:val="28"/>
          <w:szCs w:val="28"/>
          <w:lang w:val="uk-UA"/>
        </w:rPr>
        <w:t>. Контроль за виконанням цього рішення покласти на постійну комісію Київської міської ради з питань власності.</w:t>
      </w:r>
    </w:p>
    <w:p w14:paraId="75C295DE" w14:textId="77777777" w:rsidR="007A13F5" w:rsidRPr="00731D5E" w:rsidRDefault="007A13F5" w:rsidP="00A36F53">
      <w:pPr>
        <w:ind w:firstLine="851"/>
        <w:rPr>
          <w:szCs w:val="28"/>
        </w:rPr>
      </w:pPr>
    </w:p>
    <w:p w14:paraId="44FC6148" w14:textId="77777777" w:rsidR="007A13F5" w:rsidRPr="00731D5E" w:rsidRDefault="007A13F5" w:rsidP="00A36F53">
      <w:pPr>
        <w:ind w:firstLine="851"/>
        <w:rPr>
          <w:szCs w:val="28"/>
        </w:rPr>
      </w:pPr>
    </w:p>
    <w:p w14:paraId="212CD5E8" w14:textId="4927FE37" w:rsidR="007A13F5" w:rsidRDefault="007A13F5" w:rsidP="00A36F53">
      <w:pPr>
        <w:ind w:firstLine="0"/>
        <w:rPr>
          <w:b/>
          <w:szCs w:val="28"/>
        </w:rPr>
      </w:pPr>
      <w:r w:rsidRPr="00731D5E">
        <w:rPr>
          <w:b/>
          <w:szCs w:val="28"/>
        </w:rPr>
        <w:t>Київський міський голова</w:t>
      </w:r>
      <w:r w:rsidRPr="00731D5E">
        <w:rPr>
          <w:b/>
          <w:szCs w:val="28"/>
        </w:rPr>
        <w:tab/>
      </w:r>
      <w:r w:rsidRPr="00731D5E">
        <w:rPr>
          <w:b/>
          <w:szCs w:val="28"/>
        </w:rPr>
        <w:tab/>
      </w:r>
      <w:r w:rsidRPr="00731D5E">
        <w:rPr>
          <w:b/>
          <w:szCs w:val="28"/>
        </w:rPr>
        <w:tab/>
      </w:r>
      <w:r w:rsidRPr="00731D5E">
        <w:rPr>
          <w:b/>
          <w:szCs w:val="28"/>
        </w:rPr>
        <w:tab/>
      </w:r>
      <w:r w:rsidRPr="00731D5E">
        <w:rPr>
          <w:b/>
          <w:szCs w:val="28"/>
        </w:rPr>
        <w:tab/>
      </w:r>
      <w:r w:rsidR="00D2519E">
        <w:rPr>
          <w:b/>
          <w:szCs w:val="28"/>
        </w:rPr>
        <w:tab/>
      </w:r>
      <w:r w:rsidRPr="00731D5E">
        <w:rPr>
          <w:b/>
          <w:szCs w:val="28"/>
        </w:rPr>
        <w:t>Віталій КЛИЧКО</w:t>
      </w:r>
    </w:p>
    <w:p w14:paraId="1E50641E" w14:textId="0D1D881A" w:rsidR="00A032AD" w:rsidRDefault="00A032AD" w:rsidP="00A36F53">
      <w:pPr>
        <w:ind w:firstLine="0"/>
        <w:rPr>
          <w:b/>
          <w:spacing w:val="-2"/>
          <w:szCs w:val="28"/>
        </w:rPr>
      </w:pPr>
    </w:p>
    <w:p w14:paraId="40FAFF93" w14:textId="782B71BB" w:rsidR="00A032AD" w:rsidRDefault="00A032AD" w:rsidP="00A36F53">
      <w:pPr>
        <w:ind w:firstLine="0"/>
        <w:rPr>
          <w:b/>
          <w:spacing w:val="-2"/>
          <w:szCs w:val="28"/>
        </w:rPr>
      </w:pPr>
    </w:p>
    <w:p w14:paraId="35B71024" w14:textId="4AF2FCA2" w:rsidR="00A032AD" w:rsidRDefault="00A032AD" w:rsidP="00A36F53">
      <w:pPr>
        <w:ind w:firstLine="0"/>
        <w:rPr>
          <w:b/>
          <w:spacing w:val="-2"/>
          <w:szCs w:val="28"/>
        </w:rPr>
      </w:pPr>
    </w:p>
    <w:p w14:paraId="66D2BE99" w14:textId="3DE6D510" w:rsidR="00A032AD" w:rsidRDefault="00A032AD" w:rsidP="00A36F53">
      <w:pPr>
        <w:ind w:firstLine="0"/>
        <w:rPr>
          <w:b/>
          <w:spacing w:val="-2"/>
          <w:szCs w:val="28"/>
        </w:rPr>
      </w:pPr>
    </w:p>
    <w:p w14:paraId="5B88ACB7" w14:textId="2556C385" w:rsidR="00A032AD" w:rsidRDefault="00A032AD" w:rsidP="00A36F53">
      <w:pPr>
        <w:ind w:firstLine="0"/>
        <w:rPr>
          <w:b/>
          <w:spacing w:val="-2"/>
          <w:szCs w:val="28"/>
        </w:rPr>
      </w:pPr>
    </w:p>
    <w:p w14:paraId="0C979365" w14:textId="2DFE4782" w:rsidR="00A032AD" w:rsidRDefault="00A032AD" w:rsidP="00A36F53">
      <w:pPr>
        <w:ind w:firstLine="0"/>
        <w:rPr>
          <w:b/>
          <w:spacing w:val="-2"/>
          <w:szCs w:val="28"/>
        </w:rPr>
      </w:pPr>
    </w:p>
    <w:p w14:paraId="2C003AE7" w14:textId="1FE086C3" w:rsidR="00A032AD" w:rsidRDefault="00A032AD" w:rsidP="00A36F53">
      <w:pPr>
        <w:ind w:firstLine="0"/>
        <w:rPr>
          <w:b/>
          <w:spacing w:val="-2"/>
          <w:szCs w:val="28"/>
        </w:rPr>
      </w:pPr>
    </w:p>
    <w:p w14:paraId="43477C4D" w14:textId="77777777" w:rsidR="00A032AD" w:rsidRPr="00AC7E3B" w:rsidRDefault="00A032AD" w:rsidP="00A032AD">
      <w:pPr>
        <w:shd w:val="clear" w:color="auto" w:fill="FFFFFF"/>
        <w:ind w:firstLine="567"/>
        <w:jc w:val="right"/>
        <w:rPr>
          <w:spacing w:val="-2"/>
          <w:szCs w:val="28"/>
        </w:rPr>
      </w:pPr>
    </w:p>
    <w:p w14:paraId="28786C84" w14:textId="77777777" w:rsidR="00A032AD" w:rsidRPr="00C232F1" w:rsidRDefault="00A032AD" w:rsidP="00A032AD">
      <w:pPr>
        <w:shd w:val="clear" w:color="auto" w:fill="FFFFFF"/>
        <w:ind w:firstLine="567"/>
        <w:rPr>
          <w:szCs w:val="28"/>
        </w:rPr>
      </w:pPr>
      <w:r w:rsidRPr="00C232F1">
        <w:rPr>
          <w:szCs w:val="28"/>
        </w:rPr>
        <w:t>ПОДАННЯ:</w:t>
      </w:r>
    </w:p>
    <w:p w14:paraId="2EE7D5ED" w14:textId="77777777" w:rsidR="00A032AD" w:rsidRDefault="00A032AD" w:rsidP="00A032AD">
      <w:pPr>
        <w:shd w:val="clear" w:color="auto" w:fill="FFFFFF"/>
        <w:ind w:firstLine="567"/>
        <w:rPr>
          <w:b/>
          <w:szCs w:val="28"/>
        </w:rPr>
      </w:pPr>
    </w:p>
    <w:p w14:paraId="0F06B400" w14:textId="77777777" w:rsidR="00A032AD" w:rsidRPr="00AC7E3B" w:rsidRDefault="00A032AD" w:rsidP="00A032AD">
      <w:pPr>
        <w:shd w:val="clear" w:color="auto" w:fill="FFFFFF"/>
        <w:ind w:firstLine="567"/>
        <w:rPr>
          <w:b/>
          <w:szCs w:val="28"/>
        </w:rPr>
      </w:pPr>
    </w:p>
    <w:p w14:paraId="0F3421BF" w14:textId="77777777" w:rsidR="00A032AD" w:rsidRPr="00AC7E3B" w:rsidRDefault="00A032AD" w:rsidP="00A032AD">
      <w:pPr>
        <w:shd w:val="clear" w:color="auto" w:fill="FFFFFF"/>
        <w:ind w:firstLine="567"/>
        <w:rPr>
          <w:szCs w:val="28"/>
        </w:rPr>
      </w:pPr>
      <w:r w:rsidRPr="00AC7E3B">
        <w:rPr>
          <w:szCs w:val="28"/>
        </w:rPr>
        <w:t xml:space="preserve">Заступник міського голови </w:t>
      </w:r>
      <w:r>
        <w:rPr>
          <w:szCs w:val="28"/>
        </w:rPr>
        <w:t>-</w:t>
      </w:r>
    </w:p>
    <w:p w14:paraId="5DFF4346" w14:textId="77777777" w:rsidR="00A032AD" w:rsidRDefault="00A032AD" w:rsidP="00A032AD">
      <w:pPr>
        <w:shd w:val="clear" w:color="auto" w:fill="FFFFFF"/>
        <w:ind w:firstLine="567"/>
        <w:rPr>
          <w:szCs w:val="28"/>
        </w:rPr>
      </w:pPr>
      <w:r w:rsidRPr="00AC7E3B">
        <w:rPr>
          <w:szCs w:val="28"/>
        </w:rPr>
        <w:t>секрет</w:t>
      </w:r>
      <w:r>
        <w:rPr>
          <w:szCs w:val="28"/>
        </w:rPr>
        <w:t>ар Київської міської ради</w:t>
      </w:r>
      <w:r>
        <w:rPr>
          <w:szCs w:val="28"/>
        </w:rPr>
        <w:tab/>
      </w:r>
      <w:r>
        <w:rPr>
          <w:szCs w:val="28"/>
        </w:rPr>
        <w:tab/>
        <w:t xml:space="preserve">         Володимир</w:t>
      </w:r>
      <w:r w:rsidRPr="00AC7E3B">
        <w:rPr>
          <w:szCs w:val="28"/>
        </w:rPr>
        <w:t xml:space="preserve"> </w:t>
      </w:r>
      <w:r>
        <w:rPr>
          <w:szCs w:val="28"/>
        </w:rPr>
        <w:t>БОНДАРЕНКО</w:t>
      </w:r>
    </w:p>
    <w:p w14:paraId="24C4B8B0" w14:textId="77777777" w:rsidR="00A032AD" w:rsidRDefault="00A032AD" w:rsidP="00A032AD">
      <w:pPr>
        <w:shd w:val="clear" w:color="auto" w:fill="FFFFFF"/>
        <w:ind w:firstLine="567"/>
        <w:rPr>
          <w:szCs w:val="28"/>
        </w:rPr>
      </w:pPr>
    </w:p>
    <w:p w14:paraId="29EDECC3" w14:textId="77777777" w:rsidR="00A032AD" w:rsidRPr="004F55C0" w:rsidRDefault="00A032AD" w:rsidP="00A032AD">
      <w:pPr>
        <w:shd w:val="clear" w:color="auto" w:fill="FFFFFF"/>
        <w:ind w:firstLine="567"/>
        <w:rPr>
          <w:szCs w:val="28"/>
        </w:rPr>
      </w:pPr>
    </w:p>
    <w:p w14:paraId="27A0D0DB" w14:textId="77777777" w:rsidR="00A032AD" w:rsidRPr="00AC7E3B" w:rsidRDefault="00A032AD" w:rsidP="00A032AD">
      <w:pPr>
        <w:shd w:val="clear" w:color="auto" w:fill="FFFFFF"/>
        <w:ind w:firstLine="567"/>
        <w:rPr>
          <w:szCs w:val="28"/>
        </w:rPr>
      </w:pPr>
    </w:p>
    <w:p w14:paraId="5F791721" w14:textId="77777777" w:rsidR="00A032AD" w:rsidRPr="00C232F1" w:rsidRDefault="00A032AD" w:rsidP="00A032AD">
      <w:pPr>
        <w:shd w:val="clear" w:color="auto" w:fill="FFFFFF"/>
        <w:ind w:firstLine="567"/>
        <w:rPr>
          <w:szCs w:val="28"/>
        </w:rPr>
      </w:pPr>
      <w:r w:rsidRPr="00C232F1">
        <w:rPr>
          <w:szCs w:val="28"/>
        </w:rPr>
        <w:t>ПОГОДЖЕНО:</w:t>
      </w:r>
    </w:p>
    <w:p w14:paraId="43794852" w14:textId="77777777" w:rsidR="00A032AD" w:rsidRPr="00C232F1" w:rsidRDefault="00A032AD" w:rsidP="00A032AD">
      <w:pPr>
        <w:shd w:val="clear" w:color="auto" w:fill="FFFFFF"/>
        <w:ind w:firstLine="567"/>
        <w:rPr>
          <w:b/>
          <w:szCs w:val="28"/>
        </w:rPr>
      </w:pPr>
    </w:p>
    <w:p w14:paraId="1ED84AE2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>Постійна комісія Київської міської ради</w:t>
      </w:r>
    </w:p>
    <w:p w14:paraId="6ABD7273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 xml:space="preserve">з </w:t>
      </w:r>
      <w:r w:rsidRPr="00C232F1">
        <w:rPr>
          <w:spacing w:val="-2"/>
          <w:szCs w:val="28"/>
        </w:rPr>
        <w:t xml:space="preserve">питань </w:t>
      </w:r>
      <w:r>
        <w:rPr>
          <w:spacing w:val="-2"/>
          <w:szCs w:val="28"/>
        </w:rPr>
        <w:t>власності</w:t>
      </w:r>
      <w:r w:rsidRPr="00C232F1">
        <w:rPr>
          <w:spacing w:val="-2"/>
          <w:szCs w:val="28"/>
        </w:rPr>
        <w:t xml:space="preserve"> </w:t>
      </w:r>
      <w:r w:rsidRPr="00AC7E3B">
        <w:rPr>
          <w:spacing w:val="-2"/>
          <w:szCs w:val="28"/>
        </w:rPr>
        <w:t xml:space="preserve"> </w:t>
      </w:r>
    </w:p>
    <w:p w14:paraId="00DCA862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2C345BB8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6FAF6A73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>Голова</w:t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>
        <w:rPr>
          <w:spacing w:val="-2"/>
          <w:szCs w:val="28"/>
        </w:rPr>
        <w:t>Михайло ПРИСЯЖНЮК</w:t>
      </w:r>
    </w:p>
    <w:p w14:paraId="3793A37E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35F3F59C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6B223D88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 xml:space="preserve">Секретар </w:t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>
        <w:rPr>
          <w:spacing w:val="-2"/>
          <w:szCs w:val="28"/>
        </w:rPr>
        <w:t>Сергій АРТЕМЕНКО</w:t>
      </w:r>
    </w:p>
    <w:p w14:paraId="1B9F7EC6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50CF28DA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365F1281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>Постійна комісія Київської міської ради</w:t>
      </w:r>
    </w:p>
    <w:p w14:paraId="7855BA7F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 xml:space="preserve">з </w:t>
      </w:r>
      <w:r w:rsidRPr="00C232F1">
        <w:rPr>
          <w:spacing w:val="-2"/>
          <w:szCs w:val="28"/>
        </w:rPr>
        <w:t xml:space="preserve">питань </w:t>
      </w:r>
      <w:r>
        <w:rPr>
          <w:spacing w:val="-2"/>
          <w:szCs w:val="28"/>
        </w:rPr>
        <w:t>бюджету та соціально-економічного розвитку</w:t>
      </w:r>
    </w:p>
    <w:p w14:paraId="0BE09FF6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436563BA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23AFBBBA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>Голова</w:t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>
        <w:rPr>
          <w:spacing w:val="-2"/>
          <w:szCs w:val="28"/>
        </w:rPr>
        <w:t>Андрій ВІТРЕНКО</w:t>
      </w:r>
    </w:p>
    <w:p w14:paraId="27C18A4A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46E309CE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0EFC0446" w14:textId="77777777" w:rsidR="00A032AD" w:rsidRPr="00FA513E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 xml:space="preserve">Секретар </w:t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>
        <w:rPr>
          <w:spacing w:val="-2"/>
          <w:szCs w:val="28"/>
        </w:rPr>
        <w:t>Владислав АНДРОНОВ</w:t>
      </w:r>
    </w:p>
    <w:p w14:paraId="753C9C23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313ED916" w14:textId="77777777" w:rsidR="00A032AD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531AE9E6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</w:p>
    <w:p w14:paraId="4A8BEC47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>
        <w:rPr>
          <w:spacing w:val="-2"/>
          <w:szCs w:val="28"/>
        </w:rPr>
        <w:t>В.о. н</w:t>
      </w:r>
      <w:r w:rsidRPr="00AC7E3B">
        <w:rPr>
          <w:spacing w:val="-2"/>
          <w:szCs w:val="28"/>
        </w:rPr>
        <w:t>ачальник</w:t>
      </w:r>
      <w:r>
        <w:rPr>
          <w:spacing w:val="-2"/>
          <w:szCs w:val="28"/>
        </w:rPr>
        <w:t>а</w:t>
      </w:r>
      <w:r w:rsidRPr="00AC7E3B">
        <w:rPr>
          <w:spacing w:val="-2"/>
          <w:szCs w:val="28"/>
        </w:rPr>
        <w:t xml:space="preserve"> управління правового </w:t>
      </w:r>
    </w:p>
    <w:p w14:paraId="74F443D2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 xml:space="preserve">забезпечення діяльності </w:t>
      </w:r>
    </w:p>
    <w:p w14:paraId="59DABBEF" w14:textId="77777777" w:rsidR="00A032AD" w:rsidRPr="00AC7E3B" w:rsidRDefault="00A032AD" w:rsidP="00A032AD">
      <w:pPr>
        <w:shd w:val="clear" w:color="auto" w:fill="FFFFFF"/>
        <w:ind w:firstLine="567"/>
        <w:rPr>
          <w:spacing w:val="-2"/>
          <w:szCs w:val="28"/>
        </w:rPr>
      </w:pPr>
      <w:r w:rsidRPr="00AC7E3B">
        <w:rPr>
          <w:spacing w:val="-2"/>
          <w:szCs w:val="28"/>
        </w:rPr>
        <w:t>Київської міської ради</w:t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 w:rsidRPr="00AC7E3B">
        <w:rPr>
          <w:spacing w:val="-2"/>
          <w:szCs w:val="28"/>
        </w:rPr>
        <w:tab/>
      </w:r>
      <w:r>
        <w:rPr>
          <w:spacing w:val="-2"/>
          <w:szCs w:val="28"/>
        </w:rPr>
        <w:t xml:space="preserve">        Валентина ПОЛОЖИШНИК</w:t>
      </w:r>
    </w:p>
    <w:p w14:paraId="039EAE53" w14:textId="77777777" w:rsidR="00A032AD" w:rsidRPr="00731D5E" w:rsidRDefault="00A032AD" w:rsidP="00A36F53">
      <w:pPr>
        <w:ind w:firstLine="0"/>
        <w:rPr>
          <w:b/>
          <w:spacing w:val="-2"/>
          <w:szCs w:val="28"/>
        </w:rPr>
      </w:pPr>
      <w:bookmarkStart w:id="0" w:name="_GoBack"/>
      <w:bookmarkEnd w:id="0"/>
    </w:p>
    <w:sectPr w:rsidR="00A032AD" w:rsidRPr="00731D5E" w:rsidSect="001E1763">
      <w:pgSz w:w="11906" w:h="16838" w:code="9"/>
      <w:pgMar w:top="993" w:right="709" w:bottom="709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5F32C" w14:textId="77777777" w:rsidR="00C35E45" w:rsidRDefault="00C35E45">
      <w:r>
        <w:separator/>
      </w:r>
    </w:p>
  </w:endnote>
  <w:endnote w:type="continuationSeparator" w:id="0">
    <w:p w14:paraId="6661654B" w14:textId="77777777" w:rsidR="00C35E45" w:rsidRDefault="00C3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20379" w14:textId="77777777" w:rsidR="00C35E45" w:rsidRDefault="00C35E45">
      <w:r>
        <w:separator/>
      </w:r>
    </w:p>
  </w:footnote>
  <w:footnote w:type="continuationSeparator" w:id="0">
    <w:p w14:paraId="565A490D" w14:textId="77777777" w:rsidR="00C35E45" w:rsidRDefault="00C35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2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9C7465E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AD37F1"/>
    <w:multiLevelType w:val="hybridMultilevel"/>
    <w:tmpl w:val="D76CDEB2"/>
    <w:lvl w:ilvl="0" w:tplc="7BA6135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3" w15:restartNumberingAfterBreak="0">
    <w:nsid w:val="18424B96"/>
    <w:multiLevelType w:val="hybridMultilevel"/>
    <w:tmpl w:val="2EB2EA7A"/>
    <w:lvl w:ilvl="0" w:tplc="857EB6B0">
      <w:start w:val="1458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B9429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FA2687"/>
    <w:multiLevelType w:val="hybridMultilevel"/>
    <w:tmpl w:val="C58038AE"/>
    <w:lvl w:ilvl="0" w:tplc="EDC05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034CB"/>
    <w:multiLevelType w:val="singleLevel"/>
    <w:tmpl w:val="09623B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7" w15:restartNumberingAfterBreak="0">
    <w:nsid w:val="2E227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FB4344"/>
    <w:multiLevelType w:val="hybridMultilevel"/>
    <w:tmpl w:val="75128D7A"/>
    <w:lvl w:ilvl="0" w:tplc="075462A2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</w:lvl>
  </w:abstractNum>
  <w:abstractNum w:abstractNumId="9" w15:restartNumberingAfterBreak="0">
    <w:nsid w:val="4190652C"/>
    <w:multiLevelType w:val="singleLevel"/>
    <w:tmpl w:val="1BB69C88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10" w15:restartNumberingAfterBreak="0">
    <w:nsid w:val="49032C04"/>
    <w:multiLevelType w:val="singleLevel"/>
    <w:tmpl w:val="F022E3C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1" w15:restartNumberingAfterBreak="0">
    <w:nsid w:val="5C5A44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EE5A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8B822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10"/>
  </w:num>
  <w:num w:numId="8">
    <w:abstractNumId w:val="9"/>
  </w:num>
  <w:num w:numId="9">
    <w:abstractNumId w:val="11"/>
  </w:num>
  <w:num w:numId="10">
    <w:abstractNumId w:val="2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BF"/>
    <w:rsid w:val="00000F9B"/>
    <w:rsid w:val="000111DE"/>
    <w:rsid w:val="0001550A"/>
    <w:rsid w:val="0001637F"/>
    <w:rsid w:val="00023C19"/>
    <w:rsid w:val="00024A24"/>
    <w:rsid w:val="00025577"/>
    <w:rsid w:val="000265A9"/>
    <w:rsid w:val="00026BFF"/>
    <w:rsid w:val="0003065F"/>
    <w:rsid w:val="000309B1"/>
    <w:rsid w:val="000330A3"/>
    <w:rsid w:val="000335C9"/>
    <w:rsid w:val="0003432D"/>
    <w:rsid w:val="00035133"/>
    <w:rsid w:val="00041677"/>
    <w:rsid w:val="00051AB7"/>
    <w:rsid w:val="00054AC6"/>
    <w:rsid w:val="00055CCC"/>
    <w:rsid w:val="0005699F"/>
    <w:rsid w:val="00062585"/>
    <w:rsid w:val="000711C0"/>
    <w:rsid w:val="00072BDC"/>
    <w:rsid w:val="00073EB3"/>
    <w:rsid w:val="0008077D"/>
    <w:rsid w:val="00081F5C"/>
    <w:rsid w:val="000820D4"/>
    <w:rsid w:val="00082A72"/>
    <w:rsid w:val="00084224"/>
    <w:rsid w:val="000936AB"/>
    <w:rsid w:val="00093BCC"/>
    <w:rsid w:val="0009492D"/>
    <w:rsid w:val="000960C3"/>
    <w:rsid w:val="000A28C7"/>
    <w:rsid w:val="000A5FF9"/>
    <w:rsid w:val="000B0ED5"/>
    <w:rsid w:val="000C0024"/>
    <w:rsid w:val="000C0B2C"/>
    <w:rsid w:val="000C1EC0"/>
    <w:rsid w:val="000C420F"/>
    <w:rsid w:val="000C72E3"/>
    <w:rsid w:val="000D21CD"/>
    <w:rsid w:val="000D3CB5"/>
    <w:rsid w:val="000E1D94"/>
    <w:rsid w:val="000E2C66"/>
    <w:rsid w:val="000F3924"/>
    <w:rsid w:val="000F4506"/>
    <w:rsid w:val="000F450A"/>
    <w:rsid w:val="000F656F"/>
    <w:rsid w:val="00100C0C"/>
    <w:rsid w:val="001022D5"/>
    <w:rsid w:val="00102A7B"/>
    <w:rsid w:val="00105065"/>
    <w:rsid w:val="00105D70"/>
    <w:rsid w:val="00106468"/>
    <w:rsid w:val="0010725F"/>
    <w:rsid w:val="00107E93"/>
    <w:rsid w:val="00113B6A"/>
    <w:rsid w:val="00115239"/>
    <w:rsid w:val="001155CE"/>
    <w:rsid w:val="00116074"/>
    <w:rsid w:val="00117BFC"/>
    <w:rsid w:val="0012010D"/>
    <w:rsid w:val="001202DE"/>
    <w:rsid w:val="00122342"/>
    <w:rsid w:val="001268BC"/>
    <w:rsid w:val="00126E95"/>
    <w:rsid w:val="001378EE"/>
    <w:rsid w:val="001402B6"/>
    <w:rsid w:val="001436F6"/>
    <w:rsid w:val="00144065"/>
    <w:rsid w:val="00155F0D"/>
    <w:rsid w:val="00160E88"/>
    <w:rsid w:val="00164897"/>
    <w:rsid w:val="001652AB"/>
    <w:rsid w:val="0017350D"/>
    <w:rsid w:val="0017373A"/>
    <w:rsid w:val="00176117"/>
    <w:rsid w:val="00180CC7"/>
    <w:rsid w:val="001820EF"/>
    <w:rsid w:val="00186894"/>
    <w:rsid w:val="001915EB"/>
    <w:rsid w:val="00192A89"/>
    <w:rsid w:val="00194863"/>
    <w:rsid w:val="001A1C9E"/>
    <w:rsid w:val="001A3DCF"/>
    <w:rsid w:val="001B12D8"/>
    <w:rsid w:val="001B72C9"/>
    <w:rsid w:val="001B7ECC"/>
    <w:rsid w:val="001C12E9"/>
    <w:rsid w:val="001C1AFC"/>
    <w:rsid w:val="001C4222"/>
    <w:rsid w:val="001C5357"/>
    <w:rsid w:val="001C5893"/>
    <w:rsid w:val="001D0E37"/>
    <w:rsid w:val="001D6126"/>
    <w:rsid w:val="001E021B"/>
    <w:rsid w:val="001E1763"/>
    <w:rsid w:val="001E6168"/>
    <w:rsid w:val="001E766F"/>
    <w:rsid w:val="001F2AD6"/>
    <w:rsid w:val="001F470F"/>
    <w:rsid w:val="001F7A70"/>
    <w:rsid w:val="001F7BF3"/>
    <w:rsid w:val="002006EE"/>
    <w:rsid w:val="0020474B"/>
    <w:rsid w:val="002055E2"/>
    <w:rsid w:val="002074D3"/>
    <w:rsid w:val="00210B7A"/>
    <w:rsid w:val="00214C7C"/>
    <w:rsid w:val="0022217F"/>
    <w:rsid w:val="00223C6B"/>
    <w:rsid w:val="00227CC8"/>
    <w:rsid w:val="002330BA"/>
    <w:rsid w:val="00233883"/>
    <w:rsid w:val="002413B6"/>
    <w:rsid w:val="002458CD"/>
    <w:rsid w:val="00247E0F"/>
    <w:rsid w:val="002538B0"/>
    <w:rsid w:val="00254851"/>
    <w:rsid w:val="00257612"/>
    <w:rsid w:val="002621E8"/>
    <w:rsid w:val="00265146"/>
    <w:rsid w:val="00266501"/>
    <w:rsid w:val="00270485"/>
    <w:rsid w:val="00275403"/>
    <w:rsid w:val="002763C8"/>
    <w:rsid w:val="00281E9E"/>
    <w:rsid w:val="002832F0"/>
    <w:rsid w:val="00284013"/>
    <w:rsid w:val="002860B6"/>
    <w:rsid w:val="00286DB9"/>
    <w:rsid w:val="00287502"/>
    <w:rsid w:val="002910A7"/>
    <w:rsid w:val="00291D24"/>
    <w:rsid w:val="00293CAD"/>
    <w:rsid w:val="002959EF"/>
    <w:rsid w:val="002961A6"/>
    <w:rsid w:val="002A0F75"/>
    <w:rsid w:val="002A26F0"/>
    <w:rsid w:val="002A36E8"/>
    <w:rsid w:val="002A6491"/>
    <w:rsid w:val="002A7E96"/>
    <w:rsid w:val="002B4024"/>
    <w:rsid w:val="002C2B71"/>
    <w:rsid w:val="002C42E0"/>
    <w:rsid w:val="002D2700"/>
    <w:rsid w:val="002D5A9B"/>
    <w:rsid w:val="002E11CB"/>
    <w:rsid w:val="002E288E"/>
    <w:rsid w:val="002E4F04"/>
    <w:rsid w:val="002E68B6"/>
    <w:rsid w:val="002E6F0E"/>
    <w:rsid w:val="002E7DB9"/>
    <w:rsid w:val="002E7E7B"/>
    <w:rsid w:val="002F0584"/>
    <w:rsid w:val="003010AD"/>
    <w:rsid w:val="0030341E"/>
    <w:rsid w:val="00306753"/>
    <w:rsid w:val="00314674"/>
    <w:rsid w:val="00316C1D"/>
    <w:rsid w:val="00316F00"/>
    <w:rsid w:val="0032062A"/>
    <w:rsid w:val="00320A4C"/>
    <w:rsid w:val="0032415D"/>
    <w:rsid w:val="003265B8"/>
    <w:rsid w:val="00330487"/>
    <w:rsid w:val="00334329"/>
    <w:rsid w:val="003344E7"/>
    <w:rsid w:val="003402B5"/>
    <w:rsid w:val="00340D7E"/>
    <w:rsid w:val="003463D5"/>
    <w:rsid w:val="00352696"/>
    <w:rsid w:val="0035277D"/>
    <w:rsid w:val="003552B7"/>
    <w:rsid w:val="0035672F"/>
    <w:rsid w:val="00362300"/>
    <w:rsid w:val="003632C3"/>
    <w:rsid w:val="00363942"/>
    <w:rsid w:val="00372E74"/>
    <w:rsid w:val="00386B9A"/>
    <w:rsid w:val="00386C1F"/>
    <w:rsid w:val="00392FA7"/>
    <w:rsid w:val="0039417C"/>
    <w:rsid w:val="00395714"/>
    <w:rsid w:val="003A0F6D"/>
    <w:rsid w:val="003A28EC"/>
    <w:rsid w:val="003A3572"/>
    <w:rsid w:val="003A55D5"/>
    <w:rsid w:val="003A7387"/>
    <w:rsid w:val="003B4ED6"/>
    <w:rsid w:val="003B6BAB"/>
    <w:rsid w:val="003C0BE4"/>
    <w:rsid w:val="003C20A0"/>
    <w:rsid w:val="003C4361"/>
    <w:rsid w:val="003C65A7"/>
    <w:rsid w:val="003D7029"/>
    <w:rsid w:val="003D7258"/>
    <w:rsid w:val="003E1CCF"/>
    <w:rsid w:val="003E65C4"/>
    <w:rsid w:val="003E686E"/>
    <w:rsid w:val="003F5BDD"/>
    <w:rsid w:val="004016D8"/>
    <w:rsid w:val="00406C3C"/>
    <w:rsid w:val="004118F1"/>
    <w:rsid w:val="004121C2"/>
    <w:rsid w:val="004232BD"/>
    <w:rsid w:val="004236E7"/>
    <w:rsid w:val="00423D65"/>
    <w:rsid w:val="0042407B"/>
    <w:rsid w:val="0043039C"/>
    <w:rsid w:val="00431F72"/>
    <w:rsid w:val="00432343"/>
    <w:rsid w:val="00433237"/>
    <w:rsid w:val="004415F9"/>
    <w:rsid w:val="00441976"/>
    <w:rsid w:val="00442BB0"/>
    <w:rsid w:val="00443DBC"/>
    <w:rsid w:val="004441A7"/>
    <w:rsid w:val="00451AC6"/>
    <w:rsid w:val="00454265"/>
    <w:rsid w:val="00456F77"/>
    <w:rsid w:val="00460D47"/>
    <w:rsid w:val="00462E68"/>
    <w:rsid w:val="00463356"/>
    <w:rsid w:val="004645E6"/>
    <w:rsid w:val="00465873"/>
    <w:rsid w:val="00465E54"/>
    <w:rsid w:val="00466449"/>
    <w:rsid w:val="00466591"/>
    <w:rsid w:val="004732A0"/>
    <w:rsid w:val="00475C27"/>
    <w:rsid w:val="004874DB"/>
    <w:rsid w:val="004878F2"/>
    <w:rsid w:val="0049123D"/>
    <w:rsid w:val="0049301B"/>
    <w:rsid w:val="004A5FEB"/>
    <w:rsid w:val="004A60BF"/>
    <w:rsid w:val="004A64E7"/>
    <w:rsid w:val="004A7A71"/>
    <w:rsid w:val="004B6301"/>
    <w:rsid w:val="004B68B2"/>
    <w:rsid w:val="004C176A"/>
    <w:rsid w:val="004C1C37"/>
    <w:rsid w:val="004C1E8E"/>
    <w:rsid w:val="004C632A"/>
    <w:rsid w:val="004C782B"/>
    <w:rsid w:val="004D1459"/>
    <w:rsid w:val="004D37A2"/>
    <w:rsid w:val="004E2B9A"/>
    <w:rsid w:val="004E3314"/>
    <w:rsid w:val="004E5AD1"/>
    <w:rsid w:val="004E727A"/>
    <w:rsid w:val="004F06BA"/>
    <w:rsid w:val="004F06C8"/>
    <w:rsid w:val="004F1AC4"/>
    <w:rsid w:val="004F228F"/>
    <w:rsid w:val="004F399C"/>
    <w:rsid w:val="00502E5D"/>
    <w:rsid w:val="005052AC"/>
    <w:rsid w:val="0050695F"/>
    <w:rsid w:val="00507933"/>
    <w:rsid w:val="00510431"/>
    <w:rsid w:val="00510A51"/>
    <w:rsid w:val="005117CD"/>
    <w:rsid w:val="00511A34"/>
    <w:rsid w:val="00511A97"/>
    <w:rsid w:val="00511C8B"/>
    <w:rsid w:val="005158B0"/>
    <w:rsid w:val="00524D04"/>
    <w:rsid w:val="005250EF"/>
    <w:rsid w:val="005266C1"/>
    <w:rsid w:val="0053139C"/>
    <w:rsid w:val="0053735C"/>
    <w:rsid w:val="00540989"/>
    <w:rsid w:val="00540E57"/>
    <w:rsid w:val="00541E42"/>
    <w:rsid w:val="00542DA4"/>
    <w:rsid w:val="00542E63"/>
    <w:rsid w:val="005479B4"/>
    <w:rsid w:val="0055232A"/>
    <w:rsid w:val="005617FF"/>
    <w:rsid w:val="005722FA"/>
    <w:rsid w:val="00573E59"/>
    <w:rsid w:val="005767F9"/>
    <w:rsid w:val="00576B55"/>
    <w:rsid w:val="00577463"/>
    <w:rsid w:val="00577D14"/>
    <w:rsid w:val="005822A7"/>
    <w:rsid w:val="005909AB"/>
    <w:rsid w:val="0059216E"/>
    <w:rsid w:val="005934D7"/>
    <w:rsid w:val="005945F1"/>
    <w:rsid w:val="00594C3F"/>
    <w:rsid w:val="00596E3B"/>
    <w:rsid w:val="005A64F6"/>
    <w:rsid w:val="005B235D"/>
    <w:rsid w:val="005B6E10"/>
    <w:rsid w:val="005C0315"/>
    <w:rsid w:val="005C06B7"/>
    <w:rsid w:val="005C072B"/>
    <w:rsid w:val="005C49C8"/>
    <w:rsid w:val="005D165F"/>
    <w:rsid w:val="005D2DEB"/>
    <w:rsid w:val="005D4DDA"/>
    <w:rsid w:val="005F6FF8"/>
    <w:rsid w:val="005F7171"/>
    <w:rsid w:val="005F7B61"/>
    <w:rsid w:val="005F7E9E"/>
    <w:rsid w:val="00600B64"/>
    <w:rsid w:val="00602FD2"/>
    <w:rsid w:val="00604C37"/>
    <w:rsid w:val="00606AE2"/>
    <w:rsid w:val="00612A2A"/>
    <w:rsid w:val="006144E5"/>
    <w:rsid w:val="00617D57"/>
    <w:rsid w:val="00620B7E"/>
    <w:rsid w:val="00627017"/>
    <w:rsid w:val="00630809"/>
    <w:rsid w:val="00635089"/>
    <w:rsid w:val="0063569F"/>
    <w:rsid w:val="0063646E"/>
    <w:rsid w:val="0063698C"/>
    <w:rsid w:val="006447C0"/>
    <w:rsid w:val="00645C22"/>
    <w:rsid w:val="00650904"/>
    <w:rsid w:val="0065168E"/>
    <w:rsid w:val="00653EDF"/>
    <w:rsid w:val="0065507D"/>
    <w:rsid w:val="00656675"/>
    <w:rsid w:val="0066146C"/>
    <w:rsid w:val="00663BF1"/>
    <w:rsid w:val="006641A2"/>
    <w:rsid w:val="00664BE3"/>
    <w:rsid w:val="00664DF8"/>
    <w:rsid w:val="00667D6F"/>
    <w:rsid w:val="006708CA"/>
    <w:rsid w:val="00670971"/>
    <w:rsid w:val="00672EC9"/>
    <w:rsid w:val="0068070F"/>
    <w:rsid w:val="0068230C"/>
    <w:rsid w:val="00687B46"/>
    <w:rsid w:val="00692023"/>
    <w:rsid w:val="00692069"/>
    <w:rsid w:val="00692653"/>
    <w:rsid w:val="0069295A"/>
    <w:rsid w:val="00697C58"/>
    <w:rsid w:val="006A1F42"/>
    <w:rsid w:val="006A58D1"/>
    <w:rsid w:val="006A7306"/>
    <w:rsid w:val="006C36B2"/>
    <w:rsid w:val="006C3D6B"/>
    <w:rsid w:val="006E0D8B"/>
    <w:rsid w:val="006E14E4"/>
    <w:rsid w:val="006E1B2F"/>
    <w:rsid w:val="006E1C9D"/>
    <w:rsid w:val="006E1CB4"/>
    <w:rsid w:val="006E2997"/>
    <w:rsid w:val="006E2A7F"/>
    <w:rsid w:val="006E4BAE"/>
    <w:rsid w:val="006E5B3B"/>
    <w:rsid w:val="006E5DC1"/>
    <w:rsid w:val="006E662F"/>
    <w:rsid w:val="006E75C8"/>
    <w:rsid w:val="006F1D96"/>
    <w:rsid w:val="006F2E00"/>
    <w:rsid w:val="006F6909"/>
    <w:rsid w:val="0070262F"/>
    <w:rsid w:val="00703034"/>
    <w:rsid w:val="00704D0A"/>
    <w:rsid w:val="007078F2"/>
    <w:rsid w:val="00717187"/>
    <w:rsid w:val="00717430"/>
    <w:rsid w:val="00724EEB"/>
    <w:rsid w:val="00725F54"/>
    <w:rsid w:val="007266BD"/>
    <w:rsid w:val="00727E84"/>
    <w:rsid w:val="00731D5E"/>
    <w:rsid w:val="00733354"/>
    <w:rsid w:val="0073403D"/>
    <w:rsid w:val="0073637D"/>
    <w:rsid w:val="00744892"/>
    <w:rsid w:val="00747411"/>
    <w:rsid w:val="007477D3"/>
    <w:rsid w:val="00750FE5"/>
    <w:rsid w:val="00754AEE"/>
    <w:rsid w:val="00754CDE"/>
    <w:rsid w:val="007577CB"/>
    <w:rsid w:val="007649E8"/>
    <w:rsid w:val="00766693"/>
    <w:rsid w:val="00767148"/>
    <w:rsid w:val="0077401B"/>
    <w:rsid w:val="007750E0"/>
    <w:rsid w:val="00776D20"/>
    <w:rsid w:val="007800B9"/>
    <w:rsid w:val="00781705"/>
    <w:rsid w:val="007850C7"/>
    <w:rsid w:val="00796CA1"/>
    <w:rsid w:val="00797CDD"/>
    <w:rsid w:val="007A13F5"/>
    <w:rsid w:val="007A31B8"/>
    <w:rsid w:val="007A65B6"/>
    <w:rsid w:val="007A7D5F"/>
    <w:rsid w:val="007B1395"/>
    <w:rsid w:val="007B1644"/>
    <w:rsid w:val="007B452A"/>
    <w:rsid w:val="007B4D21"/>
    <w:rsid w:val="007C0C50"/>
    <w:rsid w:val="007C3B04"/>
    <w:rsid w:val="007C622C"/>
    <w:rsid w:val="007C695E"/>
    <w:rsid w:val="007D33F5"/>
    <w:rsid w:val="007D4836"/>
    <w:rsid w:val="007D5D13"/>
    <w:rsid w:val="007E57F4"/>
    <w:rsid w:val="007E6686"/>
    <w:rsid w:val="007F1C04"/>
    <w:rsid w:val="007F2A2C"/>
    <w:rsid w:val="007F6F37"/>
    <w:rsid w:val="0080143A"/>
    <w:rsid w:val="00804BA3"/>
    <w:rsid w:val="0080630C"/>
    <w:rsid w:val="00813FBD"/>
    <w:rsid w:val="00814DA4"/>
    <w:rsid w:val="0081605C"/>
    <w:rsid w:val="008174B4"/>
    <w:rsid w:val="00821D84"/>
    <w:rsid w:val="0082484E"/>
    <w:rsid w:val="00825537"/>
    <w:rsid w:val="00825E36"/>
    <w:rsid w:val="00826CF6"/>
    <w:rsid w:val="00827C2F"/>
    <w:rsid w:val="008311DE"/>
    <w:rsid w:val="00833CBA"/>
    <w:rsid w:val="00835674"/>
    <w:rsid w:val="00842FE3"/>
    <w:rsid w:val="00843927"/>
    <w:rsid w:val="00843A42"/>
    <w:rsid w:val="0084468E"/>
    <w:rsid w:val="00851BA1"/>
    <w:rsid w:val="00852B6E"/>
    <w:rsid w:val="00857F32"/>
    <w:rsid w:val="00860554"/>
    <w:rsid w:val="00862AF8"/>
    <w:rsid w:val="00862EE5"/>
    <w:rsid w:val="00871FA0"/>
    <w:rsid w:val="00886ADD"/>
    <w:rsid w:val="00890120"/>
    <w:rsid w:val="00895798"/>
    <w:rsid w:val="00895EE7"/>
    <w:rsid w:val="0089727E"/>
    <w:rsid w:val="008A10BA"/>
    <w:rsid w:val="008A21FD"/>
    <w:rsid w:val="008A60F6"/>
    <w:rsid w:val="008A6CCD"/>
    <w:rsid w:val="008B58C8"/>
    <w:rsid w:val="008B675C"/>
    <w:rsid w:val="008B7915"/>
    <w:rsid w:val="008B7DB7"/>
    <w:rsid w:val="008B7E0A"/>
    <w:rsid w:val="008C096E"/>
    <w:rsid w:val="008C6B1E"/>
    <w:rsid w:val="008D0873"/>
    <w:rsid w:val="008D08DA"/>
    <w:rsid w:val="008D2204"/>
    <w:rsid w:val="008D6BD6"/>
    <w:rsid w:val="008E5997"/>
    <w:rsid w:val="008E73CF"/>
    <w:rsid w:val="008F2CCB"/>
    <w:rsid w:val="008F4B23"/>
    <w:rsid w:val="008F52BE"/>
    <w:rsid w:val="00903892"/>
    <w:rsid w:val="00904A28"/>
    <w:rsid w:val="00904C8D"/>
    <w:rsid w:val="00905B20"/>
    <w:rsid w:val="009068A4"/>
    <w:rsid w:val="00907688"/>
    <w:rsid w:val="0091072F"/>
    <w:rsid w:val="00910864"/>
    <w:rsid w:val="00913449"/>
    <w:rsid w:val="00913530"/>
    <w:rsid w:val="00915933"/>
    <w:rsid w:val="00922348"/>
    <w:rsid w:val="00922979"/>
    <w:rsid w:val="009240A1"/>
    <w:rsid w:val="00924EAE"/>
    <w:rsid w:val="0093104F"/>
    <w:rsid w:val="009319D7"/>
    <w:rsid w:val="00931D70"/>
    <w:rsid w:val="00932672"/>
    <w:rsid w:val="009344E6"/>
    <w:rsid w:val="0093681B"/>
    <w:rsid w:val="00942139"/>
    <w:rsid w:val="00945453"/>
    <w:rsid w:val="00950351"/>
    <w:rsid w:val="009554F7"/>
    <w:rsid w:val="00955FB3"/>
    <w:rsid w:val="009564B4"/>
    <w:rsid w:val="00957857"/>
    <w:rsid w:val="00957E29"/>
    <w:rsid w:val="00961F01"/>
    <w:rsid w:val="009628FA"/>
    <w:rsid w:val="0098002C"/>
    <w:rsid w:val="009815CE"/>
    <w:rsid w:val="0098337A"/>
    <w:rsid w:val="009844BB"/>
    <w:rsid w:val="00990776"/>
    <w:rsid w:val="009919C6"/>
    <w:rsid w:val="00995263"/>
    <w:rsid w:val="009A2BCF"/>
    <w:rsid w:val="009A395E"/>
    <w:rsid w:val="009C424A"/>
    <w:rsid w:val="009C450D"/>
    <w:rsid w:val="009C4A58"/>
    <w:rsid w:val="009C6ADE"/>
    <w:rsid w:val="009D0E01"/>
    <w:rsid w:val="009D1370"/>
    <w:rsid w:val="009D3CBC"/>
    <w:rsid w:val="009D5EEF"/>
    <w:rsid w:val="009E2FF3"/>
    <w:rsid w:val="009E321B"/>
    <w:rsid w:val="009E6998"/>
    <w:rsid w:val="009E7354"/>
    <w:rsid w:val="009F09B7"/>
    <w:rsid w:val="009F0B7E"/>
    <w:rsid w:val="009F0BAC"/>
    <w:rsid w:val="009F1C91"/>
    <w:rsid w:val="009F2925"/>
    <w:rsid w:val="009F4849"/>
    <w:rsid w:val="009F6831"/>
    <w:rsid w:val="009F7046"/>
    <w:rsid w:val="00A032AD"/>
    <w:rsid w:val="00A05A0E"/>
    <w:rsid w:val="00A0641E"/>
    <w:rsid w:val="00A079EF"/>
    <w:rsid w:val="00A17638"/>
    <w:rsid w:val="00A20AD8"/>
    <w:rsid w:val="00A21DEB"/>
    <w:rsid w:val="00A226C0"/>
    <w:rsid w:val="00A24AFA"/>
    <w:rsid w:val="00A26193"/>
    <w:rsid w:val="00A319D9"/>
    <w:rsid w:val="00A35D57"/>
    <w:rsid w:val="00A36A34"/>
    <w:rsid w:val="00A36F53"/>
    <w:rsid w:val="00A441EC"/>
    <w:rsid w:val="00A46FCE"/>
    <w:rsid w:val="00A50601"/>
    <w:rsid w:val="00A50668"/>
    <w:rsid w:val="00A52343"/>
    <w:rsid w:val="00A5446A"/>
    <w:rsid w:val="00A54F2A"/>
    <w:rsid w:val="00A55A17"/>
    <w:rsid w:val="00A55FED"/>
    <w:rsid w:val="00A6041F"/>
    <w:rsid w:val="00A628FD"/>
    <w:rsid w:val="00A64353"/>
    <w:rsid w:val="00A65710"/>
    <w:rsid w:val="00A67552"/>
    <w:rsid w:val="00A71551"/>
    <w:rsid w:val="00A73B68"/>
    <w:rsid w:val="00A7422D"/>
    <w:rsid w:val="00A8064E"/>
    <w:rsid w:val="00A80B3B"/>
    <w:rsid w:val="00A826E8"/>
    <w:rsid w:val="00A9485A"/>
    <w:rsid w:val="00A95894"/>
    <w:rsid w:val="00AA0D37"/>
    <w:rsid w:val="00AA0D90"/>
    <w:rsid w:val="00AA0DDB"/>
    <w:rsid w:val="00AA4246"/>
    <w:rsid w:val="00AA5A8F"/>
    <w:rsid w:val="00AA67A6"/>
    <w:rsid w:val="00AA6B98"/>
    <w:rsid w:val="00AA6ECF"/>
    <w:rsid w:val="00AB32AC"/>
    <w:rsid w:val="00AB4191"/>
    <w:rsid w:val="00AB66CE"/>
    <w:rsid w:val="00AB6B07"/>
    <w:rsid w:val="00AB77FA"/>
    <w:rsid w:val="00AC309C"/>
    <w:rsid w:val="00AD02E2"/>
    <w:rsid w:val="00AD558F"/>
    <w:rsid w:val="00AD6695"/>
    <w:rsid w:val="00AE1BEB"/>
    <w:rsid w:val="00AE1F63"/>
    <w:rsid w:val="00AE25EE"/>
    <w:rsid w:val="00AE4843"/>
    <w:rsid w:val="00AE4AE8"/>
    <w:rsid w:val="00AE6B54"/>
    <w:rsid w:val="00AE6CD2"/>
    <w:rsid w:val="00AE7C7E"/>
    <w:rsid w:val="00AF2101"/>
    <w:rsid w:val="00AF2C7F"/>
    <w:rsid w:val="00B00EA4"/>
    <w:rsid w:val="00B026E3"/>
    <w:rsid w:val="00B05B08"/>
    <w:rsid w:val="00B0602D"/>
    <w:rsid w:val="00B10945"/>
    <w:rsid w:val="00B12FFC"/>
    <w:rsid w:val="00B13FEC"/>
    <w:rsid w:val="00B16F9B"/>
    <w:rsid w:val="00B210BF"/>
    <w:rsid w:val="00B229F9"/>
    <w:rsid w:val="00B22A0B"/>
    <w:rsid w:val="00B251C2"/>
    <w:rsid w:val="00B25927"/>
    <w:rsid w:val="00B268FE"/>
    <w:rsid w:val="00B27C8E"/>
    <w:rsid w:val="00B31675"/>
    <w:rsid w:val="00B32EF3"/>
    <w:rsid w:val="00B37E0B"/>
    <w:rsid w:val="00B41F45"/>
    <w:rsid w:val="00B43C55"/>
    <w:rsid w:val="00B44FAD"/>
    <w:rsid w:val="00B476A3"/>
    <w:rsid w:val="00B51BBC"/>
    <w:rsid w:val="00B529D8"/>
    <w:rsid w:val="00B53DBF"/>
    <w:rsid w:val="00B546DE"/>
    <w:rsid w:val="00B60707"/>
    <w:rsid w:val="00B60EC2"/>
    <w:rsid w:val="00B61AB7"/>
    <w:rsid w:val="00B62342"/>
    <w:rsid w:val="00B6316E"/>
    <w:rsid w:val="00B641AF"/>
    <w:rsid w:val="00B671D6"/>
    <w:rsid w:val="00B67345"/>
    <w:rsid w:val="00B67F95"/>
    <w:rsid w:val="00B702BE"/>
    <w:rsid w:val="00B71B63"/>
    <w:rsid w:val="00B7290F"/>
    <w:rsid w:val="00B741C4"/>
    <w:rsid w:val="00B83B9A"/>
    <w:rsid w:val="00B93730"/>
    <w:rsid w:val="00B9384D"/>
    <w:rsid w:val="00B93B2A"/>
    <w:rsid w:val="00B93F26"/>
    <w:rsid w:val="00B950D4"/>
    <w:rsid w:val="00B96FFF"/>
    <w:rsid w:val="00BA14D0"/>
    <w:rsid w:val="00BA4854"/>
    <w:rsid w:val="00BA689C"/>
    <w:rsid w:val="00BB2DE8"/>
    <w:rsid w:val="00BB7F6E"/>
    <w:rsid w:val="00BC45B8"/>
    <w:rsid w:val="00BC4D14"/>
    <w:rsid w:val="00BD64C6"/>
    <w:rsid w:val="00BE008D"/>
    <w:rsid w:val="00BE1105"/>
    <w:rsid w:val="00BE5582"/>
    <w:rsid w:val="00BF18ED"/>
    <w:rsid w:val="00BF1902"/>
    <w:rsid w:val="00BF5FFB"/>
    <w:rsid w:val="00BF72FB"/>
    <w:rsid w:val="00C02BBC"/>
    <w:rsid w:val="00C0383F"/>
    <w:rsid w:val="00C0394C"/>
    <w:rsid w:val="00C05DEB"/>
    <w:rsid w:val="00C1461A"/>
    <w:rsid w:val="00C22A6B"/>
    <w:rsid w:val="00C24054"/>
    <w:rsid w:val="00C2511B"/>
    <w:rsid w:val="00C259F1"/>
    <w:rsid w:val="00C264AB"/>
    <w:rsid w:val="00C27922"/>
    <w:rsid w:val="00C30896"/>
    <w:rsid w:val="00C32622"/>
    <w:rsid w:val="00C34352"/>
    <w:rsid w:val="00C34B40"/>
    <w:rsid w:val="00C35E45"/>
    <w:rsid w:val="00C372E9"/>
    <w:rsid w:val="00C40A91"/>
    <w:rsid w:val="00C46BA5"/>
    <w:rsid w:val="00C471E7"/>
    <w:rsid w:val="00C532EA"/>
    <w:rsid w:val="00C55D44"/>
    <w:rsid w:val="00C56F8E"/>
    <w:rsid w:val="00C57F09"/>
    <w:rsid w:val="00C57FBE"/>
    <w:rsid w:val="00C60B5D"/>
    <w:rsid w:val="00C62903"/>
    <w:rsid w:val="00C65AD4"/>
    <w:rsid w:val="00C65E26"/>
    <w:rsid w:val="00C663F0"/>
    <w:rsid w:val="00C82966"/>
    <w:rsid w:val="00C84148"/>
    <w:rsid w:val="00C85F94"/>
    <w:rsid w:val="00C87416"/>
    <w:rsid w:val="00C87850"/>
    <w:rsid w:val="00C9006E"/>
    <w:rsid w:val="00C90583"/>
    <w:rsid w:val="00C94F33"/>
    <w:rsid w:val="00CA0083"/>
    <w:rsid w:val="00CA3565"/>
    <w:rsid w:val="00CA3ED9"/>
    <w:rsid w:val="00CA4254"/>
    <w:rsid w:val="00CA499A"/>
    <w:rsid w:val="00CA5276"/>
    <w:rsid w:val="00CB0550"/>
    <w:rsid w:val="00CB1D8B"/>
    <w:rsid w:val="00CB3640"/>
    <w:rsid w:val="00CB680A"/>
    <w:rsid w:val="00CB729D"/>
    <w:rsid w:val="00CC06EB"/>
    <w:rsid w:val="00CC0970"/>
    <w:rsid w:val="00CD2CBC"/>
    <w:rsid w:val="00CE59A4"/>
    <w:rsid w:val="00CF2434"/>
    <w:rsid w:val="00CF3E74"/>
    <w:rsid w:val="00D00454"/>
    <w:rsid w:val="00D0111C"/>
    <w:rsid w:val="00D02035"/>
    <w:rsid w:val="00D02AA0"/>
    <w:rsid w:val="00D03208"/>
    <w:rsid w:val="00D067BE"/>
    <w:rsid w:val="00D15CDC"/>
    <w:rsid w:val="00D17D6D"/>
    <w:rsid w:val="00D235CC"/>
    <w:rsid w:val="00D24CE9"/>
    <w:rsid w:val="00D2519E"/>
    <w:rsid w:val="00D27C76"/>
    <w:rsid w:val="00D36A1B"/>
    <w:rsid w:val="00D423CD"/>
    <w:rsid w:val="00D42F34"/>
    <w:rsid w:val="00D4633C"/>
    <w:rsid w:val="00D51AB0"/>
    <w:rsid w:val="00D538E7"/>
    <w:rsid w:val="00D54221"/>
    <w:rsid w:val="00D610C4"/>
    <w:rsid w:val="00D64328"/>
    <w:rsid w:val="00D65403"/>
    <w:rsid w:val="00D66B31"/>
    <w:rsid w:val="00D72615"/>
    <w:rsid w:val="00D77CCD"/>
    <w:rsid w:val="00D8012F"/>
    <w:rsid w:val="00D80F69"/>
    <w:rsid w:val="00D8171B"/>
    <w:rsid w:val="00D96864"/>
    <w:rsid w:val="00D96CC9"/>
    <w:rsid w:val="00D96CEF"/>
    <w:rsid w:val="00D97DD6"/>
    <w:rsid w:val="00DA1546"/>
    <w:rsid w:val="00DA3123"/>
    <w:rsid w:val="00DA620D"/>
    <w:rsid w:val="00DA691F"/>
    <w:rsid w:val="00DA6BF5"/>
    <w:rsid w:val="00DA7DAF"/>
    <w:rsid w:val="00DB1800"/>
    <w:rsid w:val="00DB1EE3"/>
    <w:rsid w:val="00DB2941"/>
    <w:rsid w:val="00DB41CC"/>
    <w:rsid w:val="00DB52C9"/>
    <w:rsid w:val="00DB5D59"/>
    <w:rsid w:val="00DC2B02"/>
    <w:rsid w:val="00DC4E0B"/>
    <w:rsid w:val="00DD1630"/>
    <w:rsid w:val="00DD6EDF"/>
    <w:rsid w:val="00DE4490"/>
    <w:rsid w:val="00DE5DB2"/>
    <w:rsid w:val="00DE74CB"/>
    <w:rsid w:val="00DE7EC0"/>
    <w:rsid w:val="00DF1E65"/>
    <w:rsid w:val="00DF2E33"/>
    <w:rsid w:val="00DF44F3"/>
    <w:rsid w:val="00E01344"/>
    <w:rsid w:val="00E15913"/>
    <w:rsid w:val="00E2075C"/>
    <w:rsid w:val="00E22667"/>
    <w:rsid w:val="00E25DA1"/>
    <w:rsid w:val="00E309CF"/>
    <w:rsid w:val="00E30C7B"/>
    <w:rsid w:val="00E36814"/>
    <w:rsid w:val="00E44DAC"/>
    <w:rsid w:val="00E46B9F"/>
    <w:rsid w:val="00E476C5"/>
    <w:rsid w:val="00E4779E"/>
    <w:rsid w:val="00E5368D"/>
    <w:rsid w:val="00E559BA"/>
    <w:rsid w:val="00E5713A"/>
    <w:rsid w:val="00E57C16"/>
    <w:rsid w:val="00E57EDE"/>
    <w:rsid w:val="00E645EE"/>
    <w:rsid w:val="00E64CB7"/>
    <w:rsid w:val="00E65AC3"/>
    <w:rsid w:val="00E6763D"/>
    <w:rsid w:val="00E71B5C"/>
    <w:rsid w:val="00E72D9C"/>
    <w:rsid w:val="00E74055"/>
    <w:rsid w:val="00E80114"/>
    <w:rsid w:val="00E83A62"/>
    <w:rsid w:val="00E83D93"/>
    <w:rsid w:val="00E84959"/>
    <w:rsid w:val="00E87CBF"/>
    <w:rsid w:val="00E904B7"/>
    <w:rsid w:val="00EA5584"/>
    <w:rsid w:val="00EA6578"/>
    <w:rsid w:val="00EB0318"/>
    <w:rsid w:val="00EB29F6"/>
    <w:rsid w:val="00EB3E75"/>
    <w:rsid w:val="00EB4D5E"/>
    <w:rsid w:val="00EC77D7"/>
    <w:rsid w:val="00EC7F78"/>
    <w:rsid w:val="00ED0CB9"/>
    <w:rsid w:val="00EE209E"/>
    <w:rsid w:val="00EE5A28"/>
    <w:rsid w:val="00EF5A98"/>
    <w:rsid w:val="00EF6098"/>
    <w:rsid w:val="00EF6CAE"/>
    <w:rsid w:val="00F0047C"/>
    <w:rsid w:val="00F05FE2"/>
    <w:rsid w:val="00F06491"/>
    <w:rsid w:val="00F0666E"/>
    <w:rsid w:val="00F0667A"/>
    <w:rsid w:val="00F06E9C"/>
    <w:rsid w:val="00F11B68"/>
    <w:rsid w:val="00F14072"/>
    <w:rsid w:val="00F15109"/>
    <w:rsid w:val="00F201D9"/>
    <w:rsid w:val="00F21615"/>
    <w:rsid w:val="00F231F3"/>
    <w:rsid w:val="00F2526E"/>
    <w:rsid w:val="00F2599C"/>
    <w:rsid w:val="00F3548A"/>
    <w:rsid w:val="00F37451"/>
    <w:rsid w:val="00F4295B"/>
    <w:rsid w:val="00F43378"/>
    <w:rsid w:val="00F43F42"/>
    <w:rsid w:val="00F4423A"/>
    <w:rsid w:val="00F46B6D"/>
    <w:rsid w:val="00F667D6"/>
    <w:rsid w:val="00F6773A"/>
    <w:rsid w:val="00F701BD"/>
    <w:rsid w:val="00F75A23"/>
    <w:rsid w:val="00F75B9A"/>
    <w:rsid w:val="00F75F09"/>
    <w:rsid w:val="00F867AB"/>
    <w:rsid w:val="00F93283"/>
    <w:rsid w:val="00F93D24"/>
    <w:rsid w:val="00F93F79"/>
    <w:rsid w:val="00F946D6"/>
    <w:rsid w:val="00F958AB"/>
    <w:rsid w:val="00FA4B76"/>
    <w:rsid w:val="00FB684B"/>
    <w:rsid w:val="00FC2C75"/>
    <w:rsid w:val="00FC30F9"/>
    <w:rsid w:val="00FC323A"/>
    <w:rsid w:val="00FD4E88"/>
    <w:rsid w:val="00FE29E6"/>
    <w:rsid w:val="00FE36CE"/>
    <w:rsid w:val="00FF25DC"/>
    <w:rsid w:val="00FF2948"/>
    <w:rsid w:val="00FF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49264"/>
  <w15:docId w15:val="{93AE2309-9087-4861-B002-24BF11B8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firstLine="0"/>
      <w:outlineLvl w:val="2"/>
    </w:pPr>
    <w:rPr>
      <w:b/>
      <w:sz w:val="48"/>
    </w:rPr>
  </w:style>
  <w:style w:type="paragraph" w:styleId="4">
    <w:name w:val="heading 4"/>
    <w:basedOn w:val="a"/>
    <w:next w:val="a"/>
    <w:qFormat/>
    <w:pPr>
      <w:keepNext/>
      <w:ind w:firstLine="0"/>
      <w:jc w:val="center"/>
      <w:outlineLvl w:val="3"/>
    </w:pPr>
    <w:rPr>
      <w:b/>
      <w:sz w:val="32"/>
      <w:lang w:val="en-GB"/>
    </w:rPr>
  </w:style>
  <w:style w:type="paragraph" w:styleId="5">
    <w:name w:val="heading 5"/>
    <w:basedOn w:val="a"/>
    <w:next w:val="a"/>
    <w:qFormat/>
    <w:pPr>
      <w:keepNext/>
      <w:ind w:firstLine="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firstLine="0"/>
      <w:outlineLvl w:val="5"/>
    </w:pPr>
    <w:rPr>
      <w:rFonts w:ascii="Benguiat" w:hAnsi="Benguiat"/>
      <w:spacing w:val="-52"/>
      <w:kern w:val="36"/>
      <w:position w:val="-4"/>
      <w:sz w:val="3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52"/>
    </w:rPr>
  </w:style>
  <w:style w:type="paragraph" w:styleId="8">
    <w:name w:val="heading 8"/>
    <w:basedOn w:val="a"/>
    <w:next w:val="a"/>
    <w:qFormat/>
    <w:rsid w:val="0068070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basedOn w:val="a"/>
    <w:rPr>
      <w:sz w:val="24"/>
    </w:rPr>
  </w:style>
  <w:style w:type="paragraph" w:styleId="a3">
    <w:name w:val="Title"/>
    <w:basedOn w:val="a"/>
    <w:qFormat/>
    <w:pPr>
      <w:ind w:firstLine="0"/>
      <w:jc w:val="center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ind w:firstLine="0"/>
    </w:pPr>
    <w:rPr>
      <w:b/>
    </w:rPr>
  </w:style>
  <w:style w:type="paragraph" w:styleId="20">
    <w:name w:val="Body Text 2"/>
    <w:basedOn w:val="a"/>
    <w:pPr>
      <w:ind w:firstLine="0"/>
    </w:pPr>
  </w:style>
  <w:style w:type="paragraph" w:styleId="a7">
    <w:name w:val="caption"/>
    <w:basedOn w:val="a"/>
    <w:next w:val="a"/>
    <w:qFormat/>
    <w:pPr>
      <w:ind w:firstLine="0"/>
      <w:jc w:val="center"/>
    </w:pPr>
    <w:rPr>
      <w:b/>
      <w:spacing w:val="48"/>
      <w:sz w:val="48"/>
    </w:rPr>
  </w:style>
  <w:style w:type="paragraph" w:styleId="a8">
    <w:name w:val="Body Text Indent"/>
    <w:basedOn w:val="a"/>
    <w:pPr>
      <w:ind w:left="851" w:hanging="142"/>
    </w:pPr>
  </w:style>
  <w:style w:type="paragraph" w:styleId="21">
    <w:name w:val="Body Text Indent 2"/>
    <w:basedOn w:val="a"/>
    <w:pPr>
      <w:ind w:firstLine="709"/>
    </w:pPr>
  </w:style>
  <w:style w:type="paragraph" w:styleId="a9">
    <w:name w:val="Balloon Text"/>
    <w:basedOn w:val="a"/>
    <w:semiHidden/>
    <w:rsid w:val="00E87CBF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9295A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rsid w:val="00C372E9"/>
    <w:pPr>
      <w:spacing w:after="120"/>
      <w:ind w:left="283"/>
    </w:pPr>
    <w:rPr>
      <w:sz w:val="16"/>
      <w:szCs w:val="16"/>
    </w:rPr>
  </w:style>
  <w:style w:type="paragraph" w:styleId="ab">
    <w:name w:val="Normal (Web)"/>
    <w:basedOn w:val="a"/>
    <w:uiPriority w:val="99"/>
    <w:rsid w:val="00C372E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ac">
    <w:name w:val="Знак"/>
    <w:basedOn w:val="a"/>
    <w:rsid w:val="00B641AF"/>
    <w:pPr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d">
    <w:name w:val="Document Map"/>
    <w:basedOn w:val="a"/>
    <w:semiHidden/>
    <w:rsid w:val="00C9006E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2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111;%20&#1076;&#1086;&#1082;&#1091;&#1084;&#1077;&#1085;&#1090;&#1080;\&#1084;&#1086;&#1108;\&#1096;&#1072;&#1087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шапка</Template>
  <TotalTime>0</TotalTime>
  <Pages>2</Pages>
  <Words>176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Macro Carrier</vt:lpstr>
      <vt:lpstr>Macro Carrier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Macro Carrier</dc:title>
  <dc:creator>Dream Blaster</dc:creator>
  <cp:keywords>Minny</cp:keywords>
  <cp:lastModifiedBy>Петрук Катерина Ігорівна</cp:lastModifiedBy>
  <cp:revision>3</cp:revision>
  <cp:lastPrinted>2018-11-07T13:26:00Z</cp:lastPrinted>
  <dcterms:created xsi:type="dcterms:W3CDTF">2023-04-12T07:53:00Z</dcterms:created>
  <dcterms:modified xsi:type="dcterms:W3CDTF">2023-04-12T07:53:00Z</dcterms:modified>
</cp:coreProperties>
</file>